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8D70B3" w14:paraId="6F973BED" w14:textId="77777777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Text4"/>
          <w:p w14:paraId="6F973BEC" w14:textId="77777777" w:rsidR="008D70B3" w:rsidRDefault="008049DE">
            <w:pPr>
              <w:jc w:val="center"/>
            </w:pP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vlasnika projekta"/>
                  </w:textInput>
                </w:ffData>
              </w:fldChar>
            </w:r>
            <w:r w:rsidR="00253A19"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separate"/>
            </w:r>
            <w:r w:rsidR="00253A19">
              <w:rPr>
                <w:rFonts w:ascii="Myriad Pro" w:hAnsi="Myriad Pro" w:cs="Arial"/>
                <w:b/>
                <w:noProof/>
                <w:color w:val="808080"/>
                <w:sz w:val="20"/>
                <w:lang w:val="bs-Latn-BA"/>
              </w:rPr>
              <w:t>Logo organizacije vlasnika projekta</w: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end"/>
            </w:r>
            <w:bookmarkEnd w:id="0"/>
          </w:p>
        </w:tc>
      </w:tr>
    </w:tbl>
    <w:p w14:paraId="6F973BEE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ORGANIZACIJE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EF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F0" w14:textId="77777777" w:rsidR="008D70B3" w:rsidRPr="00F36D3F" w:rsidRDefault="008D70B3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</w:p>
    <w:p w14:paraId="6F973BF1" w14:textId="1978737F" w:rsidR="008D70B3" w:rsidRPr="00F36D3F" w:rsidRDefault="004542DD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Obrazac 5: </w:t>
      </w:r>
      <w:r w:rsidR="00253A19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PLAN AKTIVNOSTI I </w:t>
      </w:r>
      <w:r w:rsidR="00532104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PROMOCIJE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(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od </w:t>
      </w:r>
      <w:r w:rsidR="00AA0F32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>XX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 </w:t>
      </w:r>
      <w:r w:rsidR="00AA0F32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>–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 </w:t>
      </w:r>
      <w:r w:rsidR="00AA0F32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>XX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 mjeseci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)</w:t>
      </w:r>
    </w:p>
    <w:tbl>
      <w:tblPr>
        <w:tblW w:w="165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3508"/>
        <w:gridCol w:w="952"/>
        <w:gridCol w:w="953"/>
        <w:gridCol w:w="953"/>
        <w:gridCol w:w="953"/>
        <w:gridCol w:w="953"/>
        <w:gridCol w:w="953"/>
        <w:gridCol w:w="953"/>
        <w:gridCol w:w="958"/>
        <w:gridCol w:w="958"/>
        <w:gridCol w:w="958"/>
        <w:gridCol w:w="958"/>
        <w:gridCol w:w="958"/>
        <w:gridCol w:w="958"/>
      </w:tblGrid>
      <w:tr w:rsidR="00443007" w14:paraId="6F973BFA" w14:textId="17AC6DD2" w:rsidTr="0064322E">
        <w:trPr>
          <w:cantSplit/>
          <w:tblHeader/>
          <w:jc w:val="center"/>
        </w:trPr>
        <w:tc>
          <w:tcPr>
            <w:tcW w:w="646" w:type="dxa"/>
            <w:vMerge w:val="restart"/>
            <w:shd w:val="clear" w:color="auto" w:fill="005499"/>
            <w:vAlign w:val="center"/>
          </w:tcPr>
          <w:p w14:paraId="6F973BF2" w14:textId="77777777" w:rsidR="00443007" w:rsidRDefault="00443007" w:rsidP="007C5DD5">
            <w:pPr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BR</w:t>
            </w:r>
            <w: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.</w:t>
            </w:r>
          </w:p>
        </w:tc>
        <w:tc>
          <w:tcPr>
            <w:tcW w:w="3508" w:type="dxa"/>
            <w:vMerge w:val="restart"/>
            <w:shd w:val="clear" w:color="auto" w:fill="005499"/>
            <w:vAlign w:val="center"/>
          </w:tcPr>
          <w:p w14:paraId="6F973BF3" w14:textId="77777777" w:rsidR="00443007" w:rsidRDefault="00443007" w:rsidP="007C5DD5">
            <w:pP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Plan</w:t>
            </w:r>
          </w:p>
        </w:tc>
        <w:tc>
          <w:tcPr>
            <w:tcW w:w="12418" w:type="dxa"/>
            <w:gridSpan w:val="13"/>
            <w:tcBorders>
              <w:right w:val="single" w:sz="4" w:space="0" w:color="auto"/>
            </w:tcBorders>
            <w:shd w:val="clear" w:color="auto" w:fill="548DD4"/>
          </w:tcPr>
          <w:p w14:paraId="4CFDBCE6" w14:textId="3004C36C" w:rsidR="00443007" w:rsidRPr="00A01E3D" w:rsidRDefault="00443007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 w:rsidRPr="00A01E3D"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Mjesec</w:t>
            </w:r>
          </w:p>
        </w:tc>
      </w:tr>
      <w:tr w:rsidR="00443007" w14:paraId="6F973C06" w14:textId="1C1A4E24" w:rsidTr="00443007">
        <w:trPr>
          <w:trHeight w:val="325"/>
          <w:tblHeader/>
          <w:jc w:val="center"/>
        </w:trPr>
        <w:tc>
          <w:tcPr>
            <w:tcW w:w="646" w:type="dxa"/>
            <w:vMerge/>
            <w:shd w:val="clear" w:color="auto" w:fill="005499"/>
            <w:vAlign w:val="center"/>
          </w:tcPr>
          <w:p w14:paraId="6F973BFB" w14:textId="77777777" w:rsidR="00443007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3508" w:type="dxa"/>
            <w:vMerge/>
            <w:shd w:val="clear" w:color="auto" w:fill="005499"/>
            <w:vAlign w:val="center"/>
          </w:tcPr>
          <w:p w14:paraId="6F973BFC" w14:textId="77777777" w:rsidR="00443007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952" w:type="dxa"/>
            <w:vAlign w:val="center"/>
          </w:tcPr>
          <w:p w14:paraId="6F973BFD" w14:textId="77777777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1</w:t>
            </w:r>
          </w:p>
        </w:tc>
        <w:tc>
          <w:tcPr>
            <w:tcW w:w="953" w:type="dxa"/>
            <w:vAlign w:val="center"/>
          </w:tcPr>
          <w:p w14:paraId="6F973BFE" w14:textId="77777777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2</w:t>
            </w:r>
          </w:p>
        </w:tc>
        <w:tc>
          <w:tcPr>
            <w:tcW w:w="953" w:type="dxa"/>
            <w:vAlign w:val="center"/>
          </w:tcPr>
          <w:p w14:paraId="6F973BFF" w14:textId="77777777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3</w:t>
            </w:r>
          </w:p>
        </w:tc>
        <w:tc>
          <w:tcPr>
            <w:tcW w:w="953" w:type="dxa"/>
            <w:vAlign w:val="center"/>
          </w:tcPr>
          <w:p w14:paraId="6F973C00" w14:textId="77777777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4</w:t>
            </w:r>
          </w:p>
        </w:tc>
        <w:tc>
          <w:tcPr>
            <w:tcW w:w="953" w:type="dxa"/>
            <w:vAlign w:val="center"/>
          </w:tcPr>
          <w:p w14:paraId="6F973C01" w14:textId="77777777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5</w:t>
            </w:r>
          </w:p>
        </w:tc>
        <w:tc>
          <w:tcPr>
            <w:tcW w:w="953" w:type="dxa"/>
            <w:vAlign w:val="center"/>
          </w:tcPr>
          <w:p w14:paraId="6F973C02" w14:textId="77777777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6</w:t>
            </w:r>
          </w:p>
        </w:tc>
        <w:tc>
          <w:tcPr>
            <w:tcW w:w="953" w:type="dxa"/>
            <w:vAlign w:val="center"/>
          </w:tcPr>
          <w:p w14:paraId="6F973C03" w14:textId="77777777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7</w:t>
            </w:r>
          </w:p>
        </w:tc>
        <w:tc>
          <w:tcPr>
            <w:tcW w:w="958" w:type="dxa"/>
            <w:vAlign w:val="center"/>
          </w:tcPr>
          <w:p w14:paraId="6F973C04" w14:textId="77777777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8</w:t>
            </w:r>
          </w:p>
        </w:tc>
        <w:tc>
          <w:tcPr>
            <w:tcW w:w="958" w:type="dxa"/>
            <w:vAlign w:val="center"/>
          </w:tcPr>
          <w:p w14:paraId="0FFA9BEF" w14:textId="621913CF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9</w:t>
            </w:r>
          </w:p>
        </w:tc>
        <w:tc>
          <w:tcPr>
            <w:tcW w:w="958" w:type="dxa"/>
            <w:vAlign w:val="center"/>
          </w:tcPr>
          <w:p w14:paraId="146CC8A6" w14:textId="3461AD33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10</w:t>
            </w:r>
          </w:p>
        </w:tc>
        <w:tc>
          <w:tcPr>
            <w:tcW w:w="958" w:type="dxa"/>
            <w:vAlign w:val="center"/>
          </w:tcPr>
          <w:p w14:paraId="5C1FDF02" w14:textId="3E7A1651" w:rsidR="00443007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11</w:t>
            </w:r>
          </w:p>
        </w:tc>
        <w:tc>
          <w:tcPr>
            <w:tcW w:w="958" w:type="dxa"/>
            <w:vAlign w:val="center"/>
          </w:tcPr>
          <w:p w14:paraId="12271089" w14:textId="42EEF015" w:rsidR="00443007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12</w:t>
            </w:r>
          </w:p>
        </w:tc>
        <w:tc>
          <w:tcPr>
            <w:tcW w:w="958" w:type="dxa"/>
            <w:vAlign w:val="center"/>
          </w:tcPr>
          <w:p w14:paraId="383478F8" w14:textId="65EEB873" w:rsidR="00443007" w:rsidRPr="00955B6B" w:rsidRDefault="00443007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Partnerska organizacija</w:t>
            </w:r>
          </w:p>
        </w:tc>
      </w:tr>
      <w:tr w:rsidR="00443007" w14:paraId="6F973C12" w14:textId="770BE08E" w:rsidTr="00443007">
        <w:trPr>
          <w:jc w:val="center"/>
        </w:trPr>
        <w:tc>
          <w:tcPr>
            <w:tcW w:w="646" w:type="dxa"/>
          </w:tcPr>
          <w:p w14:paraId="6F973C07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</w:t>
            </w:r>
          </w:p>
        </w:tc>
        <w:tc>
          <w:tcPr>
            <w:tcW w:w="3508" w:type="dxa"/>
          </w:tcPr>
          <w:p w14:paraId="6F973C08" w14:textId="77777777" w:rsidR="00443007" w:rsidRDefault="00443007" w:rsidP="00443007">
            <w:pPr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1</w:t>
            </w:r>
          </w:p>
        </w:tc>
        <w:tc>
          <w:tcPr>
            <w:tcW w:w="952" w:type="dxa"/>
          </w:tcPr>
          <w:p w14:paraId="6F973C0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B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C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D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E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F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10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0A9D38D" w14:textId="2CA62524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00FB4BF" w14:textId="76B87405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40CE547" w14:textId="5AEF31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F41C896" w14:textId="730005E0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DB2A2EC" w14:textId="54FD9B14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1E" w14:textId="476AC926" w:rsidTr="00443007">
        <w:trPr>
          <w:jc w:val="center"/>
        </w:trPr>
        <w:tc>
          <w:tcPr>
            <w:tcW w:w="646" w:type="dxa"/>
          </w:tcPr>
          <w:p w14:paraId="6F973C13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1.1</w:t>
            </w:r>
          </w:p>
        </w:tc>
        <w:tc>
          <w:tcPr>
            <w:tcW w:w="3508" w:type="dxa"/>
          </w:tcPr>
          <w:p w14:paraId="6F973C14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t>Aktivnost  1.1</w:t>
            </w:r>
          </w:p>
        </w:tc>
        <w:tc>
          <w:tcPr>
            <w:tcW w:w="952" w:type="dxa"/>
          </w:tcPr>
          <w:p w14:paraId="6F973C15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6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7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8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B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1C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7F655BB" w14:textId="7CEBABF1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562F39D" w14:textId="1D47E4B2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B01C688" w14:textId="25498390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39FC0C9" w14:textId="62EE5610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6B38208" w14:textId="203321AA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2A" w14:textId="118DDF49" w:rsidTr="00443007">
        <w:trPr>
          <w:jc w:val="center"/>
        </w:trPr>
        <w:tc>
          <w:tcPr>
            <w:tcW w:w="646" w:type="dxa"/>
          </w:tcPr>
          <w:p w14:paraId="6F973C1F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1.2</w:t>
            </w:r>
          </w:p>
        </w:tc>
        <w:tc>
          <w:tcPr>
            <w:tcW w:w="3508" w:type="dxa"/>
          </w:tcPr>
          <w:p w14:paraId="6F973C20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1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2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3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4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5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6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7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28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D68B920" w14:textId="783042E5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9932023" w14:textId="6A1D4452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6007C3B" w14:textId="10490348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D9D58AD" w14:textId="6C688F08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ABBBB74" w14:textId="649F309A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36" w14:textId="42DD3DF0" w:rsidTr="00443007">
        <w:trPr>
          <w:jc w:val="center"/>
        </w:trPr>
        <w:tc>
          <w:tcPr>
            <w:tcW w:w="646" w:type="dxa"/>
          </w:tcPr>
          <w:p w14:paraId="6F973C2B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1.3</w:t>
            </w:r>
          </w:p>
        </w:tc>
        <w:tc>
          <w:tcPr>
            <w:tcW w:w="3508" w:type="dxa"/>
          </w:tcPr>
          <w:p w14:paraId="6F973C2C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D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E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F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0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1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2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3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34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C931042" w14:textId="6E833F41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2E389DEF" w14:textId="7FD2FED0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E428A6D" w14:textId="5C0F9E12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26A553C4" w14:textId="0244235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C9DE9B1" w14:textId="4A18667A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42" w14:textId="0961498A" w:rsidTr="00443007">
        <w:trPr>
          <w:jc w:val="center"/>
        </w:trPr>
        <w:tc>
          <w:tcPr>
            <w:tcW w:w="646" w:type="dxa"/>
          </w:tcPr>
          <w:p w14:paraId="6F973C37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1.4</w:t>
            </w:r>
          </w:p>
        </w:tc>
        <w:tc>
          <w:tcPr>
            <w:tcW w:w="3508" w:type="dxa"/>
          </w:tcPr>
          <w:p w14:paraId="6F973C38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3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B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C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D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E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F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40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A3FE0F0" w14:textId="3C1E8864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B959BA6" w14:textId="5C866985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9666BB9" w14:textId="5E300C3A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10E4DBB" w14:textId="0B0C76C8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44ED8F8" w14:textId="25202AB1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4E" w14:textId="4A3497BE" w:rsidTr="00443007">
        <w:trPr>
          <w:jc w:val="center"/>
        </w:trPr>
        <w:tc>
          <w:tcPr>
            <w:tcW w:w="646" w:type="dxa"/>
          </w:tcPr>
          <w:p w14:paraId="6F973C43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1.5</w:t>
            </w:r>
          </w:p>
        </w:tc>
        <w:tc>
          <w:tcPr>
            <w:tcW w:w="3508" w:type="dxa"/>
          </w:tcPr>
          <w:p w14:paraId="6F973C44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45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6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7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8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B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4C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EDDE9A0" w14:textId="7A632DD4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B21A35B" w14:textId="2B8B0C2D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48AE1E8" w14:textId="7451F84A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E1D2C0C" w14:textId="783596A5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EAE3AE6" w14:textId="5E129001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5A" w14:textId="2A6E4C33" w:rsidTr="00443007">
        <w:trPr>
          <w:jc w:val="center"/>
        </w:trPr>
        <w:tc>
          <w:tcPr>
            <w:tcW w:w="646" w:type="dxa"/>
          </w:tcPr>
          <w:p w14:paraId="6F973C4F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</w:t>
            </w:r>
          </w:p>
        </w:tc>
        <w:tc>
          <w:tcPr>
            <w:tcW w:w="3508" w:type="dxa"/>
          </w:tcPr>
          <w:p w14:paraId="6F973C50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2</w:t>
            </w:r>
          </w:p>
        </w:tc>
        <w:tc>
          <w:tcPr>
            <w:tcW w:w="952" w:type="dxa"/>
          </w:tcPr>
          <w:p w14:paraId="6F973C51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2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3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4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5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6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7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58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22B68360" w14:textId="49E2257C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B59F7F5" w14:textId="105EF3AA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8D2F326" w14:textId="07AF2C51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2513DD7" w14:textId="3AE12D6C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46E0D54" w14:textId="092B700D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66" w14:textId="3688AC3B" w:rsidTr="00443007">
        <w:trPr>
          <w:jc w:val="center"/>
        </w:trPr>
        <w:tc>
          <w:tcPr>
            <w:tcW w:w="646" w:type="dxa"/>
          </w:tcPr>
          <w:p w14:paraId="6F973C5B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2.1</w:t>
            </w:r>
          </w:p>
        </w:tc>
        <w:tc>
          <w:tcPr>
            <w:tcW w:w="3508" w:type="dxa"/>
          </w:tcPr>
          <w:p w14:paraId="6F973C5C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t>Aktivnost 2.1</w:t>
            </w:r>
          </w:p>
        </w:tc>
        <w:tc>
          <w:tcPr>
            <w:tcW w:w="952" w:type="dxa"/>
          </w:tcPr>
          <w:p w14:paraId="6F973C5D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E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F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0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1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2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3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64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7C1A3E4" w14:textId="03C4EF7A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20184536" w14:textId="25B68804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26349F4" w14:textId="6643D599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F468AB2" w14:textId="6B984BBE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444251B" w14:textId="62765599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72" w14:textId="5014A7DD" w:rsidTr="00443007">
        <w:trPr>
          <w:jc w:val="center"/>
        </w:trPr>
        <w:tc>
          <w:tcPr>
            <w:tcW w:w="646" w:type="dxa"/>
          </w:tcPr>
          <w:p w14:paraId="6F973C67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2.2</w:t>
            </w:r>
          </w:p>
        </w:tc>
        <w:tc>
          <w:tcPr>
            <w:tcW w:w="3508" w:type="dxa"/>
          </w:tcPr>
          <w:p w14:paraId="6F973C68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6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B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C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D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E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F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70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AFA7BED" w14:textId="3523BE3D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1CA6471" w14:textId="668CD153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136DE12" w14:textId="536634EF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75A1A49" w14:textId="4C9EAB1D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378BBA0" w14:textId="70BEB53B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7E" w14:textId="10D3DD88" w:rsidTr="00443007">
        <w:trPr>
          <w:jc w:val="center"/>
        </w:trPr>
        <w:tc>
          <w:tcPr>
            <w:tcW w:w="646" w:type="dxa"/>
          </w:tcPr>
          <w:p w14:paraId="6F973C73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2.3</w:t>
            </w:r>
          </w:p>
        </w:tc>
        <w:tc>
          <w:tcPr>
            <w:tcW w:w="3508" w:type="dxa"/>
          </w:tcPr>
          <w:p w14:paraId="6F973C74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75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6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7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8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B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7C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8123A89" w14:textId="3745F65D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DFB4FFA" w14:textId="43474F1E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F8C1161" w14:textId="13099350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1A95673" w14:textId="7E17515F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2AE6757C" w14:textId="5F3B92CA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8A" w14:textId="2E3250E3" w:rsidTr="00443007">
        <w:trPr>
          <w:jc w:val="center"/>
        </w:trPr>
        <w:tc>
          <w:tcPr>
            <w:tcW w:w="646" w:type="dxa"/>
          </w:tcPr>
          <w:p w14:paraId="6F973C7F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2.4</w:t>
            </w:r>
          </w:p>
        </w:tc>
        <w:tc>
          <w:tcPr>
            <w:tcW w:w="3508" w:type="dxa"/>
          </w:tcPr>
          <w:p w14:paraId="6F973C80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1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2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3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4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5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6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7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88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EDA5B3B" w14:textId="12091D36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0A23158" w14:textId="21B3164E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5EA6972" w14:textId="71651969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E7C9767" w14:textId="5F99A18C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B55E370" w14:textId="0B7B410D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96" w14:textId="751865B8" w:rsidTr="00443007">
        <w:trPr>
          <w:jc w:val="center"/>
        </w:trPr>
        <w:tc>
          <w:tcPr>
            <w:tcW w:w="646" w:type="dxa"/>
          </w:tcPr>
          <w:p w14:paraId="6F973C8B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2.5</w:t>
            </w:r>
          </w:p>
        </w:tc>
        <w:tc>
          <w:tcPr>
            <w:tcW w:w="3508" w:type="dxa"/>
          </w:tcPr>
          <w:p w14:paraId="6F973C8C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D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E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F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0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1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2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3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94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AD9E2D4" w14:textId="02B268C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D407293" w14:textId="6E6B7118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236EE26C" w14:textId="4E8CB792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43CDAC0" w14:textId="23D7516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40341E0" w14:textId="127B5842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A2" w14:textId="5A32ADBC" w:rsidTr="00443007">
        <w:trPr>
          <w:jc w:val="center"/>
        </w:trPr>
        <w:tc>
          <w:tcPr>
            <w:tcW w:w="646" w:type="dxa"/>
          </w:tcPr>
          <w:p w14:paraId="6F973C97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</w:t>
            </w:r>
          </w:p>
        </w:tc>
        <w:tc>
          <w:tcPr>
            <w:tcW w:w="3508" w:type="dxa"/>
          </w:tcPr>
          <w:p w14:paraId="6F973C98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3</w:t>
            </w:r>
          </w:p>
        </w:tc>
        <w:tc>
          <w:tcPr>
            <w:tcW w:w="952" w:type="dxa"/>
          </w:tcPr>
          <w:p w14:paraId="6F973C9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B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C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D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E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F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A0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6D0E577" w14:textId="116A4AB3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31F8D37" w14:textId="2ADE9FDA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D75020D" w14:textId="076B4192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2472A81" w14:textId="165A9238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53FEB33" w14:textId="20F588DC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AE" w14:textId="57975FEE" w:rsidTr="00443007">
        <w:trPr>
          <w:jc w:val="center"/>
        </w:trPr>
        <w:tc>
          <w:tcPr>
            <w:tcW w:w="646" w:type="dxa"/>
          </w:tcPr>
          <w:p w14:paraId="6F973CA3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3.1</w:t>
            </w:r>
          </w:p>
        </w:tc>
        <w:tc>
          <w:tcPr>
            <w:tcW w:w="3508" w:type="dxa"/>
          </w:tcPr>
          <w:p w14:paraId="6F973CA4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t>Aktivnost 3.1</w:t>
            </w:r>
          </w:p>
        </w:tc>
        <w:tc>
          <w:tcPr>
            <w:tcW w:w="952" w:type="dxa"/>
          </w:tcPr>
          <w:p w14:paraId="6F973CA5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6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7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8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B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AC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B8356FE" w14:textId="35C0758B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F786554" w14:textId="39A74B08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FC609B8" w14:textId="38BF363C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B7B6E38" w14:textId="2BA831DB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54801AE" w14:textId="06903232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BA" w14:textId="277A522B" w:rsidTr="00443007">
        <w:trPr>
          <w:jc w:val="center"/>
        </w:trPr>
        <w:tc>
          <w:tcPr>
            <w:tcW w:w="646" w:type="dxa"/>
          </w:tcPr>
          <w:p w14:paraId="6F973CAF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3.2</w:t>
            </w:r>
          </w:p>
        </w:tc>
        <w:tc>
          <w:tcPr>
            <w:tcW w:w="3508" w:type="dxa"/>
          </w:tcPr>
          <w:p w14:paraId="6F973CB0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1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2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3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4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5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6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7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B8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AD0279" w14:textId="336A2F09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3086FB5" w14:textId="61F64DC4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03EC872" w14:textId="1A907E7B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E5EE66D" w14:textId="6E8D6B48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AAF15EA" w14:textId="64E26C92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C6" w14:textId="7068B81E" w:rsidTr="00443007">
        <w:trPr>
          <w:jc w:val="center"/>
        </w:trPr>
        <w:tc>
          <w:tcPr>
            <w:tcW w:w="646" w:type="dxa"/>
          </w:tcPr>
          <w:p w14:paraId="6F973CBB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3.3</w:t>
            </w:r>
          </w:p>
        </w:tc>
        <w:tc>
          <w:tcPr>
            <w:tcW w:w="3508" w:type="dxa"/>
          </w:tcPr>
          <w:p w14:paraId="6F973CBC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D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E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F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0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1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2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3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C4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0AD90E5" w14:textId="0B9B486F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CD7FCC4" w14:textId="41124C91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0AE0CD9" w14:textId="3450F0A1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C1AF920" w14:textId="4259A95C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C6C5A65" w14:textId="5D6C1705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D2" w14:textId="6A2C51CA" w:rsidTr="00443007">
        <w:trPr>
          <w:trHeight w:val="364"/>
          <w:jc w:val="center"/>
        </w:trPr>
        <w:tc>
          <w:tcPr>
            <w:tcW w:w="646" w:type="dxa"/>
          </w:tcPr>
          <w:p w14:paraId="6F973CC7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3.4</w:t>
            </w:r>
          </w:p>
        </w:tc>
        <w:tc>
          <w:tcPr>
            <w:tcW w:w="3508" w:type="dxa"/>
          </w:tcPr>
          <w:p w14:paraId="6F973CC8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C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B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C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D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E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F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D0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6432DB5" w14:textId="5F368DD5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44575BC" w14:textId="761033E2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54DB744" w14:textId="202C0FF4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3983273" w14:textId="04C3002C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14A9F67" w14:textId="16BC0FEF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443007" w14:paraId="6F973CDE" w14:textId="6579B49F" w:rsidTr="00443007">
        <w:trPr>
          <w:jc w:val="center"/>
        </w:trPr>
        <w:tc>
          <w:tcPr>
            <w:tcW w:w="646" w:type="dxa"/>
          </w:tcPr>
          <w:p w14:paraId="6F973CD3" w14:textId="77777777" w:rsidR="00443007" w:rsidRDefault="00443007" w:rsidP="00443007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3.5</w:t>
            </w:r>
          </w:p>
        </w:tc>
        <w:tc>
          <w:tcPr>
            <w:tcW w:w="3508" w:type="dxa"/>
          </w:tcPr>
          <w:p w14:paraId="6F973CD4" w14:textId="77777777" w:rsidR="00443007" w:rsidRDefault="00443007" w:rsidP="00443007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D5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6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7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8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9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A" w14:textId="77777777" w:rsidR="00443007" w:rsidRDefault="00443007" w:rsidP="00443007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B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DC" w14:textId="77777777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B452F2C" w14:textId="4AEC1778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6EFD8BE" w14:textId="66A363CE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A7942BA" w14:textId="556CD7B6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420F6AA" w14:textId="47EA51FB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91316B3" w14:textId="47BBF3A1" w:rsidR="00443007" w:rsidRDefault="00443007" w:rsidP="00443007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</w:tbl>
    <w:p w14:paraId="6F973CDF" w14:textId="77777777" w:rsidR="008D70B3" w:rsidRDefault="008D70B3" w:rsidP="003B3E4D">
      <w:pPr>
        <w:rPr>
          <w:rFonts w:ascii="Myriad Pro" w:hAnsi="Myriad Pro"/>
          <w:b/>
          <w:noProof/>
          <w:sz w:val="20"/>
          <w:lang w:val="bs-Latn-BA"/>
        </w:rPr>
      </w:pPr>
    </w:p>
    <w:sectPr w:rsidR="008D70B3" w:rsidSect="00DB0423">
      <w:headerReference w:type="even" r:id="rId10"/>
      <w:footerReference w:type="even" r:id="rId11"/>
      <w:footerReference w:type="default" r:id="rId12"/>
      <w:headerReference w:type="first" r:id="rId13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73CE2" w14:textId="77777777" w:rsidR="00B06751" w:rsidRDefault="00B06751">
      <w:r>
        <w:separator/>
      </w:r>
    </w:p>
  </w:endnote>
  <w:endnote w:type="continuationSeparator" w:id="0">
    <w:p w14:paraId="6F973CE3" w14:textId="77777777" w:rsidR="00B06751" w:rsidRDefault="00B0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3CE8" w14:textId="77777777" w:rsidR="008D70B3" w:rsidRDefault="008D70B3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6F973CE9" w14:textId="77777777" w:rsidR="008D70B3" w:rsidRDefault="008D70B3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8049DE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8049DE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8049DE">
      <w:rPr>
        <w:rFonts w:ascii="Arial" w:hAnsi="Arial"/>
        <w:snapToGrid w:val="0"/>
        <w:sz w:val="16"/>
      </w:rPr>
      <w:fldChar w:fldCharType="separate"/>
    </w:r>
    <w:r w:rsidR="00F022E2">
      <w:rPr>
        <w:rFonts w:ascii="Arial" w:hAnsi="Arial"/>
        <w:noProof/>
        <w:snapToGrid w:val="0"/>
        <w:sz w:val="16"/>
      </w:rPr>
      <w:t>1</w:t>
    </w:r>
    <w:r w:rsidR="008049DE">
      <w:rPr>
        <w:rFonts w:ascii="Arial" w:hAnsi="Arial"/>
        <w:snapToGrid w:val="0"/>
        <w:sz w:val="16"/>
      </w:rPr>
      <w:fldChar w:fldCharType="end"/>
    </w:r>
  </w:p>
  <w:p w14:paraId="6F973CEA" w14:textId="77777777" w:rsidR="008D70B3" w:rsidRDefault="008D70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3CEB" w14:textId="77777777" w:rsidR="008D70B3" w:rsidRDefault="008D70B3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6F973CEC" w14:textId="77777777" w:rsidR="008D70B3" w:rsidRDefault="008D70B3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805600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F973CED" w14:textId="77777777" w:rsidR="008D70B3" w:rsidRDefault="008D70B3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73CE0" w14:textId="77777777" w:rsidR="00B06751" w:rsidRDefault="00B06751">
      <w:r>
        <w:separator/>
      </w:r>
    </w:p>
  </w:footnote>
  <w:footnote w:type="continuationSeparator" w:id="0">
    <w:p w14:paraId="6F973CE1" w14:textId="77777777" w:rsidR="00B06751" w:rsidRDefault="00B06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3CE4" w14:textId="77777777" w:rsidR="008D70B3" w:rsidRDefault="008D70B3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F973CE5" w14:textId="77777777" w:rsidR="008D70B3" w:rsidRDefault="008D70B3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6F973CE6" w14:textId="77777777" w:rsidR="008D70B3" w:rsidRDefault="008D70B3">
    <w:pPr>
      <w:pStyle w:val="Header"/>
      <w:ind w:firstLine="142"/>
      <w:jc w:val="right"/>
    </w:pPr>
  </w:p>
  <w:p w14:paraId="6F973CE7" w14:textId="77777777" w:rsidR="008D70B3" w:rsidRDefault="008D7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3CEE" w14:textId="77777777" w:rsidR="00506726" w:rsidRDefault="00506726" w:rsidP="00506726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6F973CEF" w14:textId="77777777" w:rsidR="00503767" w:rsidRPr="00506726" w:rsidRDefault="00503767" w:rsidP="00506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40399363">
    <w:abstractNumId w:val="0"/>
  </w:num>
  <w:num w:numId="2" w16cid:durableId="60293686">
    <w:abstractNumId w:val="2"/>
  </w:num>
  <w:num w:numId="3" w16cid:durableId="1270888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B2"/>
    <w:rsid w:val="00001013"/>
    <w:rsid w:val="0000563C"/>
    <w:rsid w:val="000174E7"/>
    <w:rsid w:val="00020FFF"/>
    <w:rsid w:val="00045966"/>
    <w:rsid w:val="000C0C23"/>
    <w:rsid w:val="00166894"/>
    <w:rsid w:val="00190791"/>
    <w:rsid w:val="00205774"/>
    <w:rsid w:val="002250FA"/>
    <w:rsid w:val="00253A19"/>
    <w:rsid w:val="00295126"/>
    <w:rsid w:val="002E4FFA"/>
    <w:rsid w:val="002F2AFC"/>
    <w:rsid w:val="003271AF"/>
    <w:rsid w:val="00383796"/>
    <w:rsid w:val="003A276D"/>
    <w:rsid w:val="003B3E4D"/>
    <w:rsid w:val="003C7186"/>
    <w:rsid w:val="003E3A81"/>
    <w:rsid w:val="004161BD"/>
    <w:rsid w:val="0044086E"/>
    <w:rsid w:val="00443007"/>
    <w:rsid w:val="004542DD"/>
    <w:rsid w:val="004E10D3"/>
    <w:rsid w:val="004F265B"/>
    <w:rsid w:val="004F4070"/>
    <w:rsid w:val="00503767"/>
    <w:rsid w:val="00506726"/>
    <w:rsid w:val="005222BF"/>
    <w:rsid w:val="00532104"/>
    <w:rsid w:val="0053718D"/>
    <w:rsid w:val="00553982"/>
    <w:rsid w:val="0064170A"/>
    <w:rsid w:val="006932DD"/>
    <w:rsid w:val="00730062"/>
    <w:rsid w:val="00786947"/>
    <w:rsid w:val="007A04B2"/>
    <w:rsid w:val="007B705E"/>
    <w:rsid w:val="007C5DD5"/>
    <w:rsid w:val="008049DE"/>
    <w:rsid w:val="00805600"/>
    <w:rsid w:val="00807804"/>
    <w:rsid w:val="008100EB"/>
    <w:rsid w:val="00816655"/>
    <w:rsid w:val="00827F55"/>
    <w:rsid w:val="00843251"/>
    <w:rsid w:val="00890FD3"/>
    <w:rsid w:val="008A2DDA"/>
    <w:rsid w:val="008A6230"/>
    <w:rsid w:val="008C03C3"/>
    <w:rsid w:val="008D22C3"/>
    <w:rsid w:val="008D70B3"/>
    <w:rsid w:val="008F291B"/>
    <w:rsid w:val="0092756D"/>
    <w:rsid w:val="00941E5C"/>
    <w:rsid w:val="00955B6B"/>
    <w:rsid w:val="00962695"/>
    <w:rsid w:val="009F5A51"/>
    <w:rsid w:val="00A01E3D"/>
    <w:rsid w:val="00A240E3"/>
    <w:rsid w:val="00A7338F"/>
    <w:rsid w:val="00AA0F32"/>
    <w:rsid w:val="00AD0BEA"/>
    <w:rsid w:val="00B06751"/>
    <w:rsid w:val="00B11916"/>
    <w:rsid w:val="00B832C1"/>
    <w:rsid w:val="00B9704E"/>
    <w:rsid w:val="00BF2A67"/>
    <w:rsid w:val="00C50D2A"/>
    <w:rsid w:val="00C5309D"/>
    <w:rsid w:val="00C55EBB"/>
    <w:rsid w:val="00C662DE"/>
    <w:rsid w:val="00C75A16"/>
    <w:rsid w:val="00C94AFE"/>
    <w:rsid w:val="00CA2F28"/>
    <w:rsid w:val="00D77790"/>
    <w:rsid w:val="00DA65E8"/>
    <w:rsid w:val="00DB0423"/>
    <w:rsid w:val="00DC70D2"/>
    <w:rsid w:val="00DE7C03"/>
    <w:rsid w:val="00E11871"/>
    <w:rsid w:val="00E31426"/>
    <w:rsid w:val="00E4464E"/>
    <w:rsid w:val="00E8795A"/>
    <w:rsid w:val="00EA1D1F"/>
    <w:rsid w:val="00EC3798"/>
    <w:rsid w:val="00F022E2"/>
    <w:rsid w:val="00F154E4"/>
    <w:rsid w:val="00F1748B"/>
    <w:rsid w:val="00F20714"/>
    <w:rsid w:val="00F36D3F"/>
    <w:rsid w:val="00F43CD5"/>
    <w:rsid w:val="00F55995"/>
    <w:rsid w:val="00FA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F973BEC"/>
  <w15:docId w15:val="{6DEC48E5-A96C-4996-BC2D-9251561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2DDA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8A2DDA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8A2D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8A2DD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2D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2DDA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8A2DDA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8A2DDA"/>
    <w:pPr>
      <w:jc w:val="center"/>
    </w:pPr>
    <w:rPr>
      <w:b/>
      <w:lang w:val="en-GB"/>
    </w:rPr>
  </w:style>
  <w:style w:type="paragraph" w:styleId="BodyText2">
    <w:name w:val="Body Text 2"/>
    <w:basedOn w:val="Normal"/>
    <w:rsid w:val="008A2DDA"/>
    <w:pPr>
      <w:jc w:val="both"/>
    </w:pPr>
    <w:rPr>
      <w:lang w:val="en-GB"/>
    </w:rPr>
  </w:style>
  <w:style w:type="paragraph" w:styleId="Subtitle">
    <w:name w:val="Subtitle"/>
    <w:basedOn w:val="Normal"/>
    <w:qFormat/>
    <w:rsid w:val="008A2DDA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8A2DDA"/>
    <w:rPr>
      <w:sz w:val="20"/>
    </w:rPr>
  </w:style>
  <w:style w:type="character" w:styleId="FootnoteReference">
    <w:name w:val="footnote reference"/>
    <w:semiHidden/>
    <w:rsid w:val="008A2DDA"/>
    <w:rPr>
      <w:vertAlign w:val="superscript"/>
    </w:rPr>
  </w:style>
  <w:style w:type="paragraph" w:styleId="BodyText">
    <w:name w:val="Body Text"/>
    <w:basedOn w:val="Normal"/>
    <w:rsid w:val="008A2DDA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8A2DDA"/>
    <w:rPr>
      <w:noProof/>
    </w:rPr>
  </w:style>
  <w:style w:type="character" w:styleId="Hyperlink">
    <w:name w:val="Hyperlink"/>
    <w:rsid w:val="008A2DDA"/>
    <w:rPr>
      <w:color w:val="0000FF"/>
      <w:u w:val="single"/>
    </w:rPr>
  </w:style>
  <w:style w:type="paragraph" w:styleId="BodyTextIndent">
    <w:name w:val="Body Text Indent"/>
    <w:basedOn w:val="Normal"/>
    <w:rsid w:val="008A2DDA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8A2DDA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8A2DDA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8A2DDA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8A2DDA"/>
  </w:style>
  <w:style w:type="character" w:styleId="CommentReference">
    <w:name w:val="annotation reference"/>
    <w:semiHidden/>
    <w:rsid w:val="008A2DDA"/>
    <w:rPr>
      <w:sz w:val="16"/>
      <w:szCs w:val="16"/>
    </w:rPr>
  </w:style>
  <w:style w:type="paragraph" w:styleId="CommentText">
    <w:name w:val="annotation text"/>
    <w:basedOn w:val="Normal"/>
    <w:semiHidden/>
    <w:rsid w:val="008A2D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8A2DDA"/>
    <w:rPr>
      <w:b/>
      <w:bCs/>
    </w:rPr>
  </w:style>
  <w:style w:type="paragraph" w:styleId="BalloonText">
    <w:name w:val="Balloon Text"/>
    <w:basedOn w:val="Normal"/>
    <w:semiHidden/>
    <w:rsid w:val="008A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D3567-48CE-4DF6-A060-B463B2FF8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778374-6F7D-4FB3-BB0F-B679D9368BD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94ED224-EF04-4203-BC2E-26871B19D0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3</TotalTime>
  <Pages>1</Pages>
  <Words>316</Words>
  <Characters>4131</Characters>
  <Application>Microsoft Office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11e</vt:lpstr>
    </vt:vector>
  </TitlesOfParts>
  <Manager>Massimo Diana</Manager>
  <Company>UNDP Bosnia and Herzegovina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11e</dc:title>
  <dc:subject>Activity plan</dc:subject>
  <dc:creator>ReLOaD Project</dc:creator>
  <cp:lastModifiedBy>Dzenana Scekic</cp:lastModifiedBy>
  <cp:revision>5</cp:revision>
  <cp:lastPrinted>2018-03-01T08:05:00Z</cp:lastPrinted>
  <dcterms:created xsi:type="dcterms:W3CDTF">2022-01-17T08:33:00Z</dcterms:created>
  <dcterms:modified xsi:type="dcterms:W3CDTF">2026-01-05T11:06:00Z</dcterms:modified>
</cp:coreProperties>
</file>